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31875" w14:paraId="0D0C32A4" w14:textId="77777777" w:rsidTr="002D7741">
        <w:tc>
          <w:tcPr>
            <w:tcW w:w="2689" w:type="dxa"/>
          </w:tcPr>
          <w:p w14:paraId="74085386" w14:textId="0E7B6DEF" w:rsidR="00D31875" w:rsidRPr="00D31875" w:rsidRDefault="00D31875" w:rsidP="00D31875">
            <w:pPr>
              <w:pStyle w:val="SIText"/>
            </w:pPr>
            <w:r w:rsidRPr="00DA50A8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7E7942FF" w14:textId="7FAF3048" w:rsidR="00D31875" w:rsidRPr="00D31875" w:rsidRDefault="00D31875" w:rsidP="00D31875">
            <w:pPr>
              <w:pStyle w:val="SIText"/>
            </w:pPr>
            <w:r w:rsidRPr="00DA50A8">
              <w:t xml:space="preserve">This version released with AHC Agriculture, Horticulture and Conservation and Land Management Training Package Version </w:t>
            </w:r>
            <w:r>
              <w:t>7</w:t>
            </w:r>
            <w:r w:rsidRPr="00DA50A8">
              <w:t>.0.</w:t>
            </w:r>
          </w:p>
        </w:tc>
      </w:tr>
      <w:tr w:rsidR="00DA50A8" w14:paraId="6EFE5838" w14:textId="77777777" w:rsidTr="00146EEC">
        <w:tc>
          <w:tcPr>
            <w:tcW w:w="2689" w:type="dxa"/>
          </w:tcPr>
          <w:p w14:paraId="758894CA" w14:textId="7D00ACF7" w:rsidR="00DA50A8" w:rsidRPr="00DA50A8" w:rsidRDefault="00DA50A8" w:rsidP="00DA50A8">
            <w:pPr>
              <w:pStyle w:val="SIText"/>
            </w:pPr>
            <w:r w:rsidRPr="00DA50A8">
              <w:t>Release 1</w:t>
            </w:r>
          </w:p>
        </w:tc>
        <w:tc>
          <w:tcPr>
            <w:tcW w:w="6939" w:type="dxa"/>
          </w:tcPr>
          <w:p w14:paraId="13C1058B" w14:textId="1DF87632" w:rsidR="00DA50A8" w:rsidRPr="00DA50A8" w:rsidRDefault="00DA50A8" w:rsidP="00DA50A8">
            <w:pPr>
              <w:pStyle w:val="SIText"/>
            </w:pPr>
            <w:r w:rsidRPr="00DA50A8">
              <w:t>This version released with AHC Agriculture, Horticulture and Conservation and Land Management Training Package Version 1.0.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5530C67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5F7B91">
              <w:t>50</w:t>
            </w:r>
            <w:r w:rsidR="007832BE">
              <w:t>3</w:t>
            </w:r>
          </w:p>
        </w:tc>
        <w:tc>
          <w:tcPr>
            <w:tcW w:w="3604" w:type="pct"/>
            <w:shd w:val="clear" w:color="auto" w:fill="auto"/>
          </w:tcPr>
          <w:p w14:paraId="68240ED7" w14:textId="65572AA6" w:rsidR="00F1480E" w:rsidRPr="000754EC" w:rsidRDefault="007832BE" w:rsidP="000754EC">
            <w:pPr>
              <w:pStyle w:val="SIUnittitle"/>
            </w:pPr>
            <w:r w:rsidRPr="007832BE">
              <w:t>Manage a tree transplanting program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216006" w14:textId="775A359C" w:rsidR="007832BE" w:rsidRPr="007832BE" w:rsidRDefault="007832BE" w:rsidP="007832BE">
            <w:r w:rsidRPr="007832BE">
              <w:t>This unit of competency describes the skills and knowledge required to manage a tree transplanting program</w:t>
            </w:r>
            <w:r w:rsidR="00E60F5B">
              <w:t>, including assessing sites and trees, determining transplanting requirements, and documenting tree transplant program</w:t>
            </w:r>
            <w:r w:rsidRPr="007832BE">
              <w:t>.</w:t>
            </w:r>
          </w:p>
          <w:p w14:paraId="2E6D9F0C" w14:textId="77777777" w:rsidR="007832BE" w:rsidRPr="007832BE" w:rsidRDefault="007832BE" w:rsidP="007832BE"/>
          <w:p w14:paraId="298C2EFB" w14:textId="14297C9D" w:rsidR="00E60F5B" w:rsidRDefault="007832BE" w:rsidP="007832BE">
            <w:r w:rsidRPr="007832BE">
              <w:t>Th</w:t>
            </w:r>
            <w:r w:rsidR="00E60F5B">
              <w:t>e</w:t>
            </w:r>
            <w:r w:rsidRPr="007832BE">
              <w:t xml:space="preserve"> unit applies to individuals who </w:t>
            </w:r>
            <w:r w:rsidR="00E60F5B">
              <w:t>apply specialist skills and knowledg</w:t>
            </w:r>
            <w:r w:rsidR="00E60F5B" w:rsidRPr="00E60F5B">
              <w:t xml:space="preserve">e to managing </w:t>
            </w:r>
            <w:r w:rsidR="00E60F5B">
              <w:t>tree transplanting programs, take personal responsibility and exercise autonomy in u</w:t>
            </w:r>
            <w:r w:rsidR="00E60F5B" w:rsidRPr="00E60F5B">
              <w:t xml:space="preserve">ndertaking complex work. They </w:t>
            </w:r>
            <w:r w:rsidRPr="007832BE">
              <w:t xml:space="preserve">analyse </w:t>
            </w:r>
            <w:r w:rsidR="00E60F5B">
              <w:t xml:space="preserve">and synthesise </w:t>
            </w:r>
            <w:r w:rsidRPr="007832BE">
              <w:t>information</w:t>
            </w:r>
            <w:r w:rsidR="00E60F5B">
              <w:t>,</w:t>
            </w:r>
            <w:r w:rsidRPr="007832BE">
              <w:t xml:space="preserve"> and analyse, </w:t>
            </w:r>
            <w:proofErr w:type="gramStart"/>
            <w:r w:rsidRPr="007832BE">
              <w:t>design</w:t>
            </w:r>
            <w:proofErr w:type="gramEnd"/>
            <w:r w:rsidRPr="007832BE">
              <w:t xml:space="preserve"> and communicate solutions to </w:t>
            </w:r>
            <w:r w:rsidR="00E60F5B">
              <w:t>sometimes</w:t>
            </w:r>
            <w:r w:rsidRPr="007832BE">
              <w:t xml:space="preserve"> complex problems.</w:t>
            </w:r>
          </w:p>
          <w:p w14:paraId="655B9BA8" w14:textId="77777777" w:rsidR="00E60F5B" w:rsidRDefault="00E60F5B" w:rsidP="007832BE"/>
          <w:p w14:paraId="3E7B532B" w14:textId="169E4158" w:rsidR="007832BE" w:rsidRPr="007832BE" w:rsidRDefault="007832BE" w:rsidP="007832BE">
            <w:r w:rsidRPr="007832BE">
              <w:t>All work is carried out to comply with workplace procedures</w:t>
            </w:r>
            <w:r w:rsidR="00E60F5B">
              <w:t>, health and safety in the workplace requirements, legislative and regulatory requirements, and sustainability and biose</w:t>
            </w:r>
            <w:r w:rsidR="00E60F5B" w:rsidRPr="00E60F5B">
              <w:t>curity practices</w:t>
            </w:r>
            <w:r w:rsidRPr="007832BE">
              <w:t>.</w:t>
            </w:r>
          </w:p>
          <w:p w14:paraId="1C328139" w14:textId="77777777" w:rsidR="007832BE" w:rsidRPr="007832BE" w:rsidRDefault="007832BE" w:rsidP="007832BE"/>
          <w:p w14:paraId="034C6C33" w14:textId="63EB1646" w:rsidR="00D409D3" w:rsidRPr="000754EC" w:rsidRDefault="007832BE" w:rsidP="007832BE">
            <w:pPr>
              <w:pStyle w:val="SIText"/>
            </w:pPr>
            <w:r w:rsidRPr="007832BE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8C97C17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832BE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459C5C0" w:rsidR="007832BE" w:rsidRPr="007832BE" w:rsidRDefault="007832BE" w:rsidP="007832BE">
            <w:pPr>
              <w:pStyle w:val="SIText"/>
            </w:pPr>
            <w:r w:rsidRPr="007832BE">
              <w:t>1. Assess the sites and trees</w:t>
            </w:r>
          </w:p>
        </w:tc>
        <w:tc>
          <w:tcPr>
            <w:tcW w:w="3604" w:type="pct"/>
            <w:shd w:val="clear" w:color="auto" w:fill="auto"/>
          </w:tcPr>
          <w:p w14:paraId="2521A780" w14:textId="4CC2562B" w:rsidR="007832BE" w:rsidRPr="007832BE" w:rsidRDefault="007832BE" w:rsidP="007832BE">
            <w:r w:rsidRPr="007832BE">
              <w:t>1.1 Undertake site assessments to identify conditions which may impact upon transplanting activities at the lifting site and the transplant site</w:t>
            </w:r>
          </w:p>
          <w:p w14:paraId="1723A195" w14:textId="54099061" w:rsidR="007832BE" w:rsidRPr="007832BE" w:rsidRDefault="007832BE" w:rsidP="007832BE">
            <w:r w:rsidRPr="007832BE">
              <w:t>1.2 Identify hazards</w:t>
            </w:r>
            <w:r w:rsidR="00E60F5B">
              <w:t xml:space="preserve"> and</w:t>
            </w:r>
            <w:r w:rsidRPr="007832BE">
              <w:t xml:space="preserve"> assess risks </w:t>
            </w:r>
            <w:r w:rsidR="00E60F5B">
              <w:t>associated with work activities,</w:t>
            </w:r>
            <w:r w:rsidR="00E60F5B" w:rsidRPr="00E60F5B">
              <w:t xml:space="preserve"> </w:t>
            </w:r>
            <w:r w:rsidRPr="007832BE">
              <w:t>and implement control</w:t>
            </w:r>
            <w:r w:rsidR="00E60F5B">
              <w:t xml:space="preserve"> measure</w:t>
            </w:r>
            <w:r w:rsidRPr="007832BE">
              <w:t>s</w:t>
            </w:r>
            <w:r w:rsidR="00E60F5B">
              <w:t xml:space="preserve"> according to workplace health and safety procedures</w:t>
            </w:r>
          </w:p>
          <w:p w14:paraId="4CFAA0ED" w14:textId="77777777" w:rsidR="007832BE" w:rsidRPr="007832BE" w:rsidRDefault="007832BE" w:rsidP="007832BE">
            <w:r w:rsidRPr="007832BE">
              <w:t>1.3 Liaise with authorities and information services to determine location of services and utilities, and regulations governing the transplanting and transportation of trees</w:t>
            </w:r>
          </w:p>
          <w:p w14:paraId="1696B99B" w14:textId="1B6E5070" w:rsidR="007832BE" w:rsidRPr="007832BE" w:rsidRDefault="007832BE" w:rsidP="007832BE">
            <w:r w:rsidRPr="007832BE">
              <w:t>1.4 Assess trees for viability for transplanting to ensure the best time and conditions are chosen according to tree species characteristics</w:t>
            </w:r>
          </w:p>
        </w:tc>
      </w:tr>
      <w:tr w:rsidR="007832BE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D1A5745" w:rsidR="007832BE" w:rsidRPr="007832BE" w:rsidRDefault="007832BE" w:rsidP="007832BE">
            <w:pPr>
              <w:pStyle w:val="SIText"/>
            </w:pPr>
            <w:r w:rsidRPr="007832BE">
              <w:lastRenderedPageBreak/>
              <w:t>2. Determine transplanting requirements</w:t>
            </w:r>
          </w:p>
        </w:tc>
        <w:tc>
          <w:tcPr>
            <w:tcW w:w="3604" w:type="pct"/>
            <w:shd w:val="clear" w:color="auto" w:fill="auto"/>
          </w:tcPr>
          <w:p w14:paraId="7E035735" w14:textId="0DF4C776" w:rsidR="007832BE" w:rsidRPr="007832BE" w:rsidRDefault="007832BE" w:rsidP="007832BE">
            <w:r w:rsidRPr="007832BE">
              <w:t xml:space="preserve">2.1 Identify tools, equipment, </w:t>
            </w:r>
            <w:proofErr w:type="gramStart"/>
            <w:r w:rsidRPr="007832BE">
              <w:t>machinery</w:t>
            </w:r>
            <w:proofErr w:type="gramEnd"/>
            <w:r w:rsidRPr="007832BE">
              <w:t xml:space="preserve"> and specialist contractors</w:t>
            </w:r>
          </w:p>
          <w:p w14:paraId="613585B6" w14:textId="0294B4C4" w:rsidR="007832BE" w:rsidRPr="007832BE" w:rsidRDefault="007832BE" w:rsidP="007832BE">
            <w:r w:rsidRPr="007832BE">
              <w:t>2.2 Identify tree species to be transplanted</w:t>
            </w:r>
          </w:p>
          <w:p w14:paraId="5D5781E3" w14:textId="1DE76DD7" w:rsidR="007832BE" w:rsidRPr="007832BE" w:rsidRDefault="007832BE" w:rsidP="007832BE">
            <w:r w:rsidRPr="007832BE">
              <w:t xml:space="preserve">2.3 Determine excavation methods and root ball preparation according to the </w:t>
            </w:r>
            <w:r w:rsidR="00E60F5B">
              <w:t xml:space="preserve">species </w:t>
            </w:r>
            <w:r w:rsidRPr="007832BE">
              <w:t>characteristics</w:t>
            </w:r>
          </w:p>
          <w:p w14:paraId="011EDB74" w14:textId="4211FFE1" w:rsidR="007832BE" w:rsidRPr="007832BE" w:rsidRDefault="007832BE" w:rsidP="007832BE">
            <w:r w:rsidRPr="007832BE">
              <w:t>2.</w:t>
            </w:r>
            <w:r w:rsidR="00482E2E">
              <w:t>4</w:t>
            </w:r>
            <w:r w:rsidRPr="007832BE">
              <w:t xml:space="preserve"> Determine crown reduction and protection tasks according to the </w:t>
            </w:r>
            <w:r w:rsidR="00E60F5B">
              <w:t xml:space="preserve">species </w:t>
            </w:r>
            <w:r w:rsidRPr="007832BE">
              <w:t xml:space="preserve">characteristics and Australian </w:t>
            </w:r>
            <w:r w:rsidR="00474046">
              <w:t>s</w:t>
            </w:r>
            <w:r w:rsidRPr="007832BE">
              <w:t>tandard</w:t>
            </w:r>
            <w:r w:rsidR="00474046">
              <w:t>s</w:t>
            </w:r>
          </w:p>
          <w:p w14:paraId="17D59988" w14:textId="3819FD5F" w:rsidR="007832BE" w:rsidRPr="007832BE" w:rsidRDefault="007832BE" w:rsidP="007832BE">
            <w:r w:rsidRPr="007832BE">
              <w:t>2.</w:t>
            </w:r>
            <w:r w:rsidR="00482E2E">
              <w:t>5</w:t>
            </w:r>
            <w:r w:rsidRPr="007832BE">
              <w:t xml:space="preserve"> Calculate root ball and tree mass to determine appropriate lifting and transport requirements</w:t>
            </w:r>
          </w:p>
          <w:p w14:paraId="786FA635" w14:textId="2F92B34B" w:rsidR="007832BE" w:rsidRPr="007832BE" w:rsidRDefault="007832BE" w:rsidP="007832BE">
            <w:r w:rsidRPr="007832BE">
              <w:t>2.</w:t>
            </w:r>
            <w:r w:rsidR="00482E2E">
              <w:t>6</w:t>
            </w:r>
            <w:r w:rsidRPr="007832BE">
              <w:t xml:space="preserve"> Coordinate labour requirements to ensure trees are prepared, lifted, </w:t>
            </w:r>
            <w:proofErr w:type="gramStart"/>
            <w:r w:rsidRPr="007832BE">
              <w:t>transported</w:t>
            </w:r>
            <w:proofErr w:type="gramEnd"/>
            <w:r w:rsidRPr="007832BE">
              <w:t xml:space="preserve"> and re-installed with minimum stress to the trees, </w:t>
            </w:r>
            <w:r w:rsidR="00E60F5B">
              <w:t xml:space="preserve">according to workplace health and safety procedures </w:t>
            </w:r>
            <w:r w:rsidR="00704308">
              <w:t>and environmental and biosecurity legislation, regulations and workplace procedures</w:t>
            </w:r>
          </w:p>
          <w:p w14:paraId="6E48469C" w14:textId="47922345" w:rsidR="007832BE" w:rsidRPr="007832BE" w:rsidRDefault="007832BE" w:rsidP="007832BE">
            <w:r w:rsidRPr="007832BE">
              <w:t>2.</w:t>
            </w:r>
            <w:r w:rsidR="00482E2E">
              <w:t>7</w:t>
            </w:r>
            <w:r w:rsidRPr="007832BE">
              <w:t xml:space="preserve"> Identify a transport route </w:t>
            </w:r>
            <w:r w:rsidR="00474046">
              <w:t>for</w:t>
            </w:r>
            <w:r w:rsidRPr="007832BE">
              <w:t xml:space="preserve"> the size and shape of the tree and road transport vehicle requirements</w:t>
            </w:r>
          </w:p>
          <w:p w14:paraId="6BB72E57" w14:textId="3C537ADF" w:rsidR="007832BE" w:rsidRPr="007832BE" w:rsidRDefault="007832BE" w:rsidP="007832BE">
            <w:pPr>
              <w:pStyle w:val="SIText"/>
            </w:pPr>
            <w:r w:rsidRPr="007832BE">
              <w:t>2.</w:t>
            </w:r>
            <w:r w:rsidR="00482E2E">
              <w:t>8</w:t>
            </w:r>
            <w:r w:rsidRPr="007832BE">
              <w:t xml:space="preserve"> Determine and document an aftercare plan outlining monitoring frequency and methods to maintain the health and viability of the transplanted trees in the program</w:t>
            </w:r>
          </w:p>
        </w:tc>
      </w:tr>
      <w:tr w:rsidR="007832BE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58FD4AF4" w:rsidR="007832BE" w:rsidRPr="007832BE" w:rsidRDefault="007832BE" w:rsidP="007832BE">
            <w:pPr>
              <w:pStyle w:val="SIText"/>
            </w:pPr>
            <w:r w:rsidRPr="007832BE">
              <w:t>3. Document a tree transplanting program</w:t>
            </w:r>
          </w:p>
        </w:tc>
        <w:tc>
          <w:tcPr>
            <w:tcW w:w="3604" w:type="pct"/>
            <w:shd w:val="clear" w:color="auto" w:fill="auto"/>
          </w:tcPr>
          <w:p w14:paraId="6AC22924" w14:textId="77777777" w:rsidR="007832BE" w:rsidRPr="007832BE" w:rsidRDefault="007832BE" w:rsidP="007832BE">
            <w:r w:rsidRPr="007832BE">
              <w:t>3.1 Document the transplanting program</w:t>
            </w:r>
          </w:p>
          <w:p w14:paraId="35B13527" w14:textId="699D8AB6" w:rsidR="007832BE" w:rsidRPr="007832BE" w:rsidRDefault="007832BE" w:rsidP="007832BE">
            <w:r w:rsidRPr="007832BE">
              <w:t xml:space="preserve">3.2 </w:t>
            </w:r>
            <w:r w:rsidR="00704308">
              <w:t>Calculate and d</w:t>
            </w:r>
            <w:r w:rsidRPr="007832BE">
              <w:t>ocument resources and costing details</w:t>
            </w:r>
          </w:p>
          <w:p w14:paraId="6A50E24C" w14:textId="77777777" w:rsidR="007832BE" w:rsidRPr="007832BE" w:rsidRDefault="007832BE" w:rsidP="007832BE">
            <w:r w:rsidRPr="007832BE">
              <w:t>3.3 Communicate transplanting program for implementation</w:t>
            </w:r>
          </w:p>
          <w:p w14:paraId="7C104250" w14:textId="5BDF4FD1" w:rsidR="007832BE" w:rsidRPr="007832BE" w:rsidRDefault="007832BE" w:rsidP="007832BE">
            <w:pPr>
              <w:pStyle w:val="SIText"/>
            </w:pPr>
            <w:r w:rsidRPr="007832BE">
              <w:t>3.4 Assess completed tree transplanting program according to the identified program and budget guidelines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04308" w:rsidRPr="00336FCA" w:rsidDel="00423CB2" w14:paraId="03BB9C6A" w14:textId="77777777" w:rsidTr="00CA2922">
        <w:tc>
          <w:tcPr>
            <w:tcW w:w="1396" w:type="pct"/>
          </w:tcPr>
          <w:p w14:paraId="79F97EC7" w14:textId="6757A4C3" w:rsidR="00704308" w:rsidRPr="00704308" w:rsidRDefault="00704308" w:rsidP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4308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DAD12EB" w14:textId="2105EDC1" w:rsidR="00704308" w:rsidRPr="00704308" w:rsidRDefault="00704308" w:rsidP="00704308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04308">
              <w:rPr>
                <w:rStyle w:val="SITemporaryText-red"/>
                <w:rFonts w:eastAsia="Calibri"/>
                <w:color w:val="auto"/>
                <w:sz w:val="20"/>
              </w:rPr>
              <w:t xml:space="preserve">Calculate and budget for costs of material, </w:t>
            </w:r>
            <w:proofErr w:type="gramStart"/>
            <w:r w:rsidRPr="00704308">
              <w:rPr>
                <w:rStyle w:val="SITemporaryText-red"/>
                <w:rFonts w:eastAsia="Calibri"/>
                <w:color w:val="auto"/>
                <w:sz w:val="20"/>
              </w:rPr>
              <w:t>machinery</w:t>
            </w:r>
            <w:proofErr w:type="gramEnd"/>
            <w:r w:rsidRPr="00704308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04308" w14:paraId="7449DA1D" w14:textId="77777777" w:rsidTr="00F33FF2">
        <w:tc>
          <w:tcPr>
            <w:tcW w:w="1028" w:type="pct"/>
          </w:tcPr>
          <w:p w14:paraId="2B23321D" w14:textId="77777777" w:rsidR="00704308" w:rsidRPr="00704308" w:rsidRDefault="00704308" w:rsidP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4308">
              <w:rPr>
                <w:rStyle w:val="SITemporaryText-red"/>
                <w:color w:val="auto"/>
                <w:sz w:val="20"/>
              </w:rPr>
              <w:t>AHCLSC503 Manage a tree transplanting program</w:t>
            </w:r>
          </w:p>
          <w:p w14:paraId="09E49E25" w14:textId="6C8BB627" w:rsidR="00704308" w:rsidRPr="001A2301" w:rsidRDefault="00704308" w:rsidP="001A230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A2301">
              <w:rPr>
                <w:rStyle w:val="SITemporaryText-red"/>
                <w:color w:val="auto"/>
                <w:sz w:val="20"/>
              </w:rPr>
              <w:t>Release 2</w:t>
            </w:r>
          </w:p>
        </w:tc>
        <w:tc>
          <w:tcPr>
            <w:tcW w:w="1105" w:type="pct"/>
          </w:tcPr>
          <w:p w14:paraId="00ED9E38" w14:textId="77777777" w:rsidR="00704308" w:rsidRPr="001A2301" w:rsidRDefault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4308">
              <w:rPr>
                <w:rStyle w:val="SITemporaryText-red"/>
                <w:color w:val="auto"/>
                <w:sz w:val="20"/>
              </w:rPr>
              <w:t xml:space="preserve">AHCLSC503 Manage a tree transplanting </w:t>
            </w:r>
            <w:r w:rsidRPr="001A2301">
              <w:rPr>
                <w:rStyle w:val="SITemporaryText-red"/>
                <w:color w:val="auto"/>
                <w:sz w:val="20"/>
              </w:rPr>
              <w:t>program</w:t>
            </w:r>
          </w:p>
          <w:p w14:paraId="2293AA64" w14:textId="638409BE" w:rsidR="00704308" w:rsidRPr="00704308" w:rsidRDefault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A2301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722C140C" w14:textId="77777777" w:rsidR="00704308" w:rsidRPr="001A2301" w:rsidRDefault="00704308" w:rsidP="001A230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A2301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200A003B" w14:textId="77777777" w:rsidR="00704308" w:rsidRPr="001A2301" w:rsidRDefault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A2301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3AB79241" w14:textId="77777777" w:rsidR="00704308" w:rsidRPr="001A2301" w:rsidRDefault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A2301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2F7291A5" w:rsidR="00704308" w:rsidRPr="001A2301" w:rsidRDefault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A2301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68CFB5D8" w:rsidR="00704308" w:rsidRPr="00704308" w:rsidRDefault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4308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4C5FE150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D203EC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832BE" w:rsidRPr="007832BE">
              <w:t>AHCLSC503 Manage a tree transplanting program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704308">
        <w:trPr>
          <w:trHeight w:val="4143"/>
        </w:trPr>
        <w:tc>
          <w:tcPr>
            <w:tcW w:w="5000" w:type="pct"/>
            <w:gridSpan w:val="2"/>
            <w:shd w:val="clear" w:color="auto" w:fill="auto"/>
          </w:tcPr>
          <w:p w14:paraId="6C52247C" w14:textId="6396EED0" w:rsidR="00DA54B5" w:rsidRPr="00704308" w:rsidRDefault="00DA54B5" w:rsidP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4308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704308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704308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7A8ACF97" w:rsidR="00DA54B5" w:rsidRPr="00704308" w:rsidRDefault="00DA54B5" w:rsidP="007043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04308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704308" w:rsidRPr="00704308">
              <w:rPr>
                <w:rStyle w:val="SITemporaryText-red"/>
                <w:color w:val="auto"/>
                <w:sz w:val="20"/>
              </w:rPr>
              <w:t xml:space="preserve"> managed a tree transplanting program on at least one occasion and has</w:t>
            </w:r>
            <w:r w:rsidRPr="00704308">
              <w:rPr>
                <w:rStyle w:val="SITemporaryText-red"/>
                <w:color w:val="auto"/>
                <w:sz w:val="20"/>
              </w:rPr>
              <w:t>:</w:t>
            </w:r>
          </w:p>
          <w:p w14:paraId="62D24B6D" w14:textId="77777777" w:rsidR="00704308" w:rsidRPr="00704308" w:rsidRDefault="00704308" w:rsidP="00704308">
            <w:pPr>
              <w:pStyle w:val="SIBulletList1"/>
            </w:pPr>
            <w:r>
              <w:t xml:space="preserve">applied relevant workplace health and safety and environmental and biosecurity legislation, </w:t>
            </w:r>
            <w:proofErr w:type="gramStart"/>
            <w:r>
              <w:t>regulations</w:t>
            </w:r>
            <w:proofErr w:type="gramEnd"/>
            <w:r>
              <w:t xml:space="preserve"> and workplace procedures</w:t>
            </w:r>
          </w:p>
          <w:p w14:paraId="2ADC37D2" w14:textId="335C1D09" w:rsidR="007832BE" w:rsidRPr="007832BE" w:rsidRDefault="007832BE" w:rsidP="007832BE">
            <w:pPr>
              <w:pStyle w:val="SIBulletList1"/>
            </w:pPr>
            <w:r w:rsidRPr="007832BE">
              <w:t>assess</w:t>
            </w:r>
            <w:r w:rsidR="00704308">
              <w:t>ed</w:t>
            </w:r>
            <w:r w:rsidRPr="007832BE">
              <w:t xml:space="preserve"> tree viability for transplantation</w:t>
            </w:r>
          </w:p>
          <w:p w14:paraId="5D562E8E" w14:textId="6FD2A3AE" w:rsidR="007832BE" w:rsidRPr="007832BE" w:rsidRDefault="007832BE" w:rsidP="007832BE">
            <w:pPr>
              <w:pStyle w:val="SIBulletList1"/>
            </w:pPr>
            <w:r w:rsidRPr="007832BE">
              <w:t>liaise</w:t>
            </w:r>
            <w:r w:rsidR="00704308">
              <w:t>d</w:t>
            </w:r>
            <w:r w:rsidRPr="007832BE">
              <w:t xml:space="preserve"> with authorities and information services regarding transplanting and transporting trees</w:t>
            </w:r>
          </w:p>
          <w:p w14:paraId="4E44F16D" w14:textId="42D83838" w:rsidR="007832BE" w:rsidRPr="007832BE" w:rsidRDefault="007832BE" w:rsidP="007832BE">
            <w:pPr>
              <w:pStyle w:val="SIBulletList1"/>
            </w:pPr>
            <w:r w:rsidRPr="007832BE">
              <w:t>calculate</w:t>
            </w:r>
            <w:r w:rsidR="00704308">
              <w:t>d</w:t>
            </w:r>
            <w:r w:rsidRPr="007832BE">
              <w:t xml:space="preserve"> project resources and costs</w:t>
            </w:r>
          </w:p>
          <w:p w14:paraId="45EEB565" w14:textId="04712AAE" w:rsidR="007832BE" w:rsidRPr="007832BE" w:rsidRDefault="007832BE" w:rsidP="007832BE">
            <w:pPr>
              <w:pStyle w:val="SIBulletList1"/>
            </w:pPr>
            <w:r w:rsidRPr="007832BE">
              <w:t>calculate</w:t>
            </w:r>
            <w:r w:rsidR="00704308">
              <w:t>d</w:t>
            </w:r>
            <w:r w:rsidRPr="007832BE">
              <w:t xml:space="preserve"> root ball and tree mass and size</w:t>
            </w:r>
          </w:p>
          <w:p w14:paraId="71B1B283" w14:textId="1823FD9F" w:rsidR="007832BE" w:rsidRPr="007832BE" w:rsidRDefault="007832BE" w:rsidP="007832BE">
            <w:pPr>
              <w:pStyle w:val="SIBulletList1"/>
            </w:pPr>
            <w:r w:rsidRPr="007832BE">
              <w:t>assess</w:t>
            </w:r>
            <w:r w:rsidR="00704308">
              <w:t>ed</w:t>
            </w:r>
            <w:r w:rsidRPr="007832BE">
              <w:t xml:space="preserve"> crown and root reduction requirements</w:t>
            </w:r>
          </w:p>
          <w:p w14:paraId="491A4F17" w14:textId="37C57C74" w:rsidR="007832BE" w:rsidRPr="007832BE" w:rsidRDefault="007832BE" w:rsidP="007832BE">
            <w:pPr>
              <w:pStyle w:val="SIBulletList1"/>
            </w:pPr>
            <w:r w:rsidRPr="007832BE">
              <w:t>determine</w:t>
            </w:r>
            <w:r w:rsidR="00704308">
              <w:t>d</w:t>
            </w:r>
            <w:r w:rsidRPr="007832BE">
              <w:t xml:space="preserve"> transplant and transportation requirements and removal methods</w:t>
            </w:r>
          </w:p>
          <w:p w14:paraId="1158F6CE" w14:textId="090F21F3" w:rsidR="007832BE" w:rsidRPr="007832BE" w:rsidRDefault="007832BE" w:rsidP="007832BE">
            <w:pPr>
              <w:pStyle w:val="SIBulletList1"/>
            </w:pPr>
            <w:r w:rsidRPr="007832BE">
              <w:t>develop</w:t>
            </w:r>
            <w:r w:rsidR="00704308">
              <w:t>ed</w:t>
            </w:r>
            <w:r w:rsidRPr="007832BE">
              <w:t xml:space="preserve"> transport plan</w:t>
            </w:r>
          </w:p>
          <w:p w14:paraId="1D010153" w14:textId="2F369CA5" w:rsidR="007832BE" w:rsidRPr="007832BE" w:rsidRDefault="007832BE" w:rsidP="007832BE">
            <w:pPr>
              <w:pStyle w:val="SIBulletList1"/>
            </w:pPr>
            <w:r w:rsidRPr="007832BE">
              <w:t>develop</w:t>
            </w:r>
            <w:r w:rsidR="00704308">
              <w:t>ed</w:t>
            </w:r>
            <w:r w:rsidRPr="007832BE">
              <w:t xml:space="preserve"> a budget</w:t>
            </w:r>
          </w:p>
          <w:p w14:paraId="4A9C8161" w14:textId="3F3664F0" w:rsidR="007832BE" w:rsidRPr="007832BE" w:rsidRDefault="007832BE" w:rsidP="007832BE">
            <w:pPr>
              <w:pStyle w:val="SIBulletList1"/>
            </w:pPr>
            <w:r w:rsidRPr="007832BE">
              <w:t>document</w:t>
            </w:r>
            <w:r w:rsidR="00704308">
              <w:t>ed</w:t>
            </w:r>
            <w:r w:rsidRPr="007832BE">
              <w:t xml:space="preserve"> and communicate</w:t>
            </w:r>
            <w:r w:rsidR="00704308">
              <w:t>d</w:t>
            </w:r>
            <w:r w:rsidRPr="007832BE">
              <w:t xml:space="preserve"> transplanting program, contingency </w:t>
            </w:r>
            <w:proofErr w:type="gramStart"/>
            <w:r w:rsidRPr="007832BE">
              <w:t>planning</w:t>
            </w:r>
            <w:proofErr w:type="gramEnd"/>
            <w:r w:rsidRPr="007832BE">
              <w:t xml:space="preserve"> and after-care plan</w:t>
            </w:r>
          </w:p>
          <w:p w14:paraId="3F4E2EAA" w14:textId="10957C88" w:rsidR="00556C4C" w:rsidRPr="000754EC" w:rsidRDefault="007832BE" w:rsidP="002D7D88">
            <w:pPr>
              <w:pStyle w:val="SIBulletList1"/>
            </w:pPr>
            <w:r w:rsidRPr="007832BE">
              <w:t>assess</w:t>
            </w:r>
            <w:r w:rsidR="00704308">
              <w:t>ed</w:t>
            </w:r>
            <w:r w:rsidRPr="007832BE">
              <w:t xml:space="preserve"> and control</w:t>
            </w:r>
            <w:r w:rsidR="00704308">
              <w:t>led</w:t>
            </w:r>
            <w:r w:rsidRPr="007832BE">
              <w:t xml:space="preserve"> risks</w:t>
            </w:r>
            <w:r w:rsidR="00704308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E60F5B" w:rsidRDefault="00DA54B5" w:rsidP="00E60F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F5B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1830E23" w14:textId="0C3680F0" w:rsidR="00704308" w:rsidRDefault="00704308" w:rsidP="007832BE">
            <w:pPr>
              <w:pStyle w:val="SIBulletList1"/>
            </w:pPr>
            <w:r>
              <w:t>workplace health and safety and environmental and biosecurity legis</w:t>
            </w:r>
            <w:r w:rsidRPr="00704308">
              <w:t xml:space="preserve">lation, </w:t>
            </w:r>
            <w:proofErr w:type="gramStart"/>
            <w:r w:rsidRPr="00704308">
              <w:t>regulations</w:t>
            </w:r>
            <w:proofErr w:type="gramEnd"/>
            <w:r w:rsidRPr="00704308">
              <w:t xml:space="preserve"> and workplace procedures relevant to </w:t>
            </w:r>
            <w:r>
              <w:t>managing a tree transplant</w:t>
            </w:r>
            <w:r w:rsidR="005A1305">
              <w:t>ing</w:t>
            </w:r>
            <w:r>
              <w:t xml:space="preserve"> program</w:t>
            </w:r>
          </w:p>
          <w:p w14:paraId="098B21D2" w14:textId="51D717F7" w:rsidR="007832BE" w:rsidRPr="007832BE" w:rsidRDefault="007832BE" w:rsidP="007832BE">
            <w:pPr>
              <w:pStyle w:val="SIBulletList1"/>
            </w:pPr>
            <w:r w:rsidRPr="007832BE">
              <w:t>principles and practices of tree transplanting management</w:t>
            </w:r>
            <w:r w:rsidR="007F773A">
              <w:t>, including:</w:t>
            </w:r>
          </w:p>
          <w:p w14:paraId="5C2664E7" w14:textId="77777777" w:rsidR="007832BE" w:rsidRPr="007832BE" w:rsidRDefault="007832BE" w:rsidP="007F773A">
            <w:pPr>
              <w:pStyle w:val="SIBulletList2"/>
            </w:pPr>
            <w:r w:rsidRPr="007832BE">
              <w:t xml:space="preserve">causes of stress in trees resulting from resulting from transplanting, </w:t>
            </w:r>
            <w:proofErr w:type="gramStart"/>
            <w:r w:rsidRPr="007832BE">
              <w:t>storage</w:t>
            </w:r>
            <w:proofErr w:type="gramEnd"/>
            <w:r w:rsidRPr="007832BE">
              <w:t xml:space="preserve"> and transportation</w:t>
            </w:r>
          </w:p>
          <w:p w14:paraId="47F9CAEF" w14:textId="77777777" w:rsidR="007832BE" w:rsidRPr="007832BE" w:rsidRDefault="007832BE" w:rsidP="007F773A">
            <w:pPr>
              <w:pStyle w:val="SIBulletList2"/>
            </w:pPr>
            <w:r w:rsidRPr="007832BE">
              <w:t>current practices and techniques in tree preparation, lifting, transportation and replanting</w:t>
            </w:r>
          </w:p>
          <w:p w14:paraId="54EB0492" w14:textId="02BDFA9A" w:rsidR="007832BE" w:rsidRPr="007832BE" w:rsidRDefault="007832BE" w:rsidP="007F773A">
            <w:pPr>
              <w:pStyle w:val="SIBulletList2"/>
            </w:pPr>
            <w:r w:rsidRPr="007832BE">
              <w:t>local government tree protection and preservation regulations</w:t>
            </w:r>
            <w:r w:rsidR="007F773A">
              <w:t xml:space="preserve"> relevant to tree transplanting</w:t>
            </w:r>
          </w:p>
          <w:p w14:paraId="571B3565" w14:textId="77777777" w:rsidR="007832BE" w:rsidRPr="007832BE" w:rsidRDefault="007832BE" w:rsidP="007F773A">
            <w:pPr>
              <w:pStyle w:val="SIBulletList2"/>
            </w:pPr>
            <w:r w:rsidRPr="007832BE">
              <w:t>methods of managing tree moving operations</w:t>
            </w:r>
          </w:p>
          <w:p w14:paraId="49DC5429" w14:textId="27ACF84C" w:rsidR="007832BE" w:rsidRPr="007832BE" w:rsidRDefault="007832BE" w:rsidP="007F773A">
            <w:pPr>
              <w:pStyle w:val="SIBulletList2"/>
            </w:pPr>
            <w:r w:rsidRPr="007832BE">
              <w:t>planning considerations and environmental imp</w:t>
            </w:r>
            <w:r w:rsidR="007F773A">
              <w:t>acts</w:t>
            </w:r>
            <w:r w:rsidRPr="007832BE">
              <w:t xml:space="preserve"> of transplanting activities</w:t>
            </w:r>
          </w:p>
          <w:p w14:paraId="24957506" w14:textId="77777777" w:rsidR="007832BE" w:rsidRPr="007832BE" w:rsidRDefault="007832BE" w:rsidP="007F773A">
            <w:pPr>
              <w:pStyle w:val="SIBulletList2"/>
            </w:pPr>
            <w:r w:rsidRPr="007832BE">
              <w:t>requirements for securing and signing trees for road transportation</w:t>
            </w:r>
          </w:p>
          <w:p w14:paraId="14B72FA3" w14:textId="15538C56" w:rsidR="007832BE" w:rsidRPr="007832BE" w:rsidRDefault="007832BE" w:rsidP="007F773A">
            <w:pPr>
              <w:pStyle w:val="SIBulletList2"/>
            </w:pPr>
            <w:r w:rsidRPr="007832BE">
              <w:t xml:space="preserve">Australian </w:t>
            </w:r>
            <w:r w:rsidR="00474046">
              <w:t>s</w:t>
            </w:r>
            <w:r w:rsidRPr="007832BE">
              <w:t xml:space="preserve">tandards and </w:t>
            </w:r>
            <w:r w:rsidR="007F773A">
              <w:t>c</w:t>
            </w:r>
            <w:r w:rsidRPr="007832BE">
              <w:t xml:space="preserve">odes of </w:t>
            </w:r>
            <w:r w:rsidR="007F773A">
              <w:t>p</w:t>
            </w:r>
            <w:r w:rsidRPr="007832BE">
              <w:t>ractice</w:t>
            </w:r>
            <w:r w:rsidR="007F773A">
              <w:t xml:space="preserve"> relevant to tree transplanting</w:t>
            </w:r>
          </w:p>
          <w:p w14:paraId="52AB4C7E" w14:textId="7FCC648D" w:rsidR="007832BE" w:rsidRPr="007832BE" w:rsidRDefault="007832BE" w:rsidP="007F773A">
            <w:pPr>
              <w:pStyle w:val="SIBulletList2"/>
            </w:pPr>
            <w:r w:rsidRPr="007832BE">
              <w:t xml:space="preserve">tree anatomy, </w:t>
            </w:r>
            <w:proofErr w:type="gramStart"/>
            <w:r w:rsidRPr="007832BE">
              <w:t>physiology</w:t>
            </w:r>
            <w:proofErr w:type="gramEnd"/>
            <w:r w:rsidRPr="007832BE">
              <w:t xml:space="preserve"> and biochemistry</w:t>
            </w:r>
            <w:r w:rsidR="007F773A">
              <w:t xml:space="preserve"> as it relates to transplanting trees</w:t>
            </w:r>
          </w:p>
          <w:p w14:paraId="10A2542B" w14:textId="77777777" w:rsidR="007832BE" w:rsidRPr="007832BE" w:rsidRDefault="007832BE" w:rsidP="007F773A">
            <w:pPr>
              <w:pStyle w:val="SIBulletList2"/>
            </w:pPr>
            <w:r w:rsidRPr="007832BE">
              <w:t>tree transplanting techniques appropriate to the specific requirements of the species</w:t>
            </w:r>
          </w:p>
          <w:p w14:paraId="594042BC" w14:textId="4E2E347F" w:rsidR="00F1480E" w:rsidRPr="000754EC" w:rsidRDefault="007F773A" w:rsidP="007F773A">
            <w:pPr>
              <w:pStyle w:val="SIBulletList2"/>
            </w:pPr>
            <w:r w:rsidRPr="007832BE">
              <w:t>aftercare management</w:t>
            </w:r>
            <w:r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23C420AF" w14:textId="77777777" w:rsidR="00E60F5B" w:rsidRPr="00E60F5B" w:rsidRDefault="00E60F5B" w:rsidP="00E60F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F5B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3626B151" w14:textId="77777777" w:rsidR="00E60F5B" w:rsidRPr="00E60F5B" w:rsidRDefault="00E60F5B" w:rsidP="00E60F5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F5B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56D3ECE" w14:textId="77777777" w:rsidR="00E60F5B" w:rsidRPr="00E60F5B" w:rsidRDefault="00E60F5B" w:rsidP="00E60F5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60F5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40C4DFE8" w14:textId="77777777" w:rsidR="00E60F5B" w:rsidRPr="00E60F5B" w:rsidRDefault="00E60F5B" w:rsidP="00E60F5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0F5B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BCE94C1" w14:textId="4D438F3B" w:rsidR="00E60F5B" w:rsidRPr="00E60F5B" w:rsidRDefault="00E60F5B" w:rsidP="00E60F5B">
            <w:pPr>
              <w:pStyle w:val="SIBulletList2"/>
              <w:rPr>
                <w:rFonts w:eastAsia="Calibri"/>
              </w:rPr>
            </w:pPr>
            <w:r>
              <w:t>workplace health and safety and environmental and biosecurity legis</w:t>
            </w:r>
            <w:r w:rsidRPr="00E60F5B">
              <w:t xml:space="preserve">lation, </w:t>
            </w:r>
            <w:proofErr w:type="gramStart"/>
            <w:r w:rsidRPr="00E60F5B">
              <w:t>regulations</w:t>
            </w:r>
            <w:proofErr w:type="gramEnd"/>
            <w:r w:rsidRPr="00E60F5B">
              <w:t xml:space="preserve"> and workplace procedures relevant to managing </w:t>
            </w:r>
            <w:r w:rsidR="007F773A">
              <w:t>a tree transplanting program</w:t>
            </w:r>
          </w:p>
          <w:p w14:paraId="1F2DA946" w14:textId="413B83A7" w:rsidR="00E60F5B" w:rsidRPr="007F773A" w:rsidRDefault="007F773A" w:rsidP="00E60F5B">
            <w:pPr>
              <w:pStyle w:val="SIBulletList2"/>
              <w:rPr>
                <w:rFonts w:eastAsia="Calibri"/>
              </w:rPr>
            </w:pPr>
            <w:r>
              <w:t xml:space="preserve">Australian </w:t>
            </w:r>
            <w:r w:rsidR="00474046">
              <w:t>s</w:t>
            </w:r>
            <w:r>
              <w:t>tandards and codes of practice</w:t>
            </w:r>
            <w:r w:rsidR="00E60F5B" w:rsidRPr="00E60F5B">
              <w:t xml:space="preserve"> relevant to managing </w:t>
            </w:r>
            <w:r>
              <w:t>a tree transplanting program</w:t>
            </w:r>
          </w:p>
          <w:p w14:paraId="76A13299" w14:textId="523618B2" w:rsidR="007F773A" w:rsidRPr="00E60F5B" w:rsidRDefault="007F773A" w:rsidP="00E60F5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832BE">
              <w:t>local government tree protection and preservation regulations</w:t>
            </w:r>
            <w:r>
              <w:t xml:space="preserve"> a tree transplanting program</w:t>
            </w:r>
          </w:p>
          <w:p w14:paraId="35C3B141" w14:textId="77777777" w:rsidR="00E60F5B" w:rsidRPr="00E60F5B" w:rsidRDefault="00E60F5B" w:rsidP="00E60F5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F5B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2F73E7C0" w14:textId="49B8C576" w:rsidR="00E60F5B" w:rsidRPr="007F773A" w:rsidRDefault="007F773A" w:rsidP="007F773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7F773A">
              <w:rPr>
                <w:rStyle w:val="SITemporaryText-red"/>
                <w:color w:val="auto"/>
                <w:sz w:val="20"/>
              </w:rPr>
              <w:t>authorities</w:t>
            </w:r>
            <w:r w:rsidR="00E60F5B" w:rsidRPr="007F773A">
              <w:rPr>
                <w:rStyle w:val="SITemporaryText-red"/>
                <w:color w:val="auto"/>
                <w:sz w:val="20"/>
              </w:rPr>
              <w:t xml:space="preserve">, </w:t>
            </w:r>
            <w:proofErr w:type="gramStart"/>
            <w:r w:rsidR="00E60F5B" w:rsidRPr="007F773A">
              <w:rPr>
                <w:rStyle w:val="SITemporaryText-red"/>
                <w:color w:val="auto"/>
                <w:sz w:val="20"/>
              </w:rPr>
              <w:t>staff</w:t>
            </w:r>
            <w:proofErr w:type="gramEnd"/>
            <w:r w:rsidR="00E60F5B" w:rsidRPr="007F773A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7F773A">
              <w:rPr>
                <w:rStyle w:val="SITemporaryText-red"/>
                <w:color w:val="auto"/>
                <w:sz w:val="20"/>
              </w:rPr>
              <w:t xml:space="preserve">specialist </w:t>
            </w:r>
            <w:r w:rsidR="00E60F5B" w:rsidRPr="007F773A">
              <w:rPr>
                <w:rStyle w:val="SITemporaryText-red"/>
                <w:color w:val="auto"/>
                <w:sz w:val="20"/>
              </w:rPr>
              <w:t>sub-contractors</w:t>
            </w:r>
          </w:p>
          <w:p w14:paraId="0C8E8220" w14:textId="77777777" w:rsidR="00E60F5B" w:rsidRPr="00E60F5B" w:rsidRDefault="00E60F5B" w:rsidP="00E60F5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F5B">
              <w:rPr>
                <w:rStyle w:val="SITemporaryText-red"/>
                <w:color w:val="auto"/>
                <w:sz w:val="20"/>
              </w:rPr>
              <w:t>timeframes:</w:t>
            </w:r>
          </w:p>
          <w:p w14:paraId="5222C324" w14:textId="77777777" w:rsidR="00E60F5B" w:rsidRPr="00E60F5B" w:rsidRDefault="00E60F5B" w:rsidP="00E60F5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60F5B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DE0592A" w14:textId="77777777" w:rsidR="00DA54B5" w:rsidRPr="00E60F5B" w:rsidRDefault="00DA54B5" w:rsidP="00E60F5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7771972E" w:rsidR="00DA54B5" w:rsidRPr="00E60F5B" w:rsidRDefault="00DA54B5" w:rsidP="00E60F5B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0F5B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AA4F2A1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474046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AC5FC" w14:textId="77777777" w:rsidR="00215BAF" w:rsidRDefault="00215BAF" w:rsidP="00BF3F0A">
      <w:r>
        <w:separator/>
      </w:r>
    </w:p>
    <w:p w14:paraId="4FBA1A87" w14:textId="77777777" w:rsidR="00215BAF" w:rsidRDefault="00215BAF"/>
  </w:endnote>
  <w:endnote w:type="continuationSeparator" w:id="0">
    <w:p w14:paraId="473B7294" w14:textId="77777777" w:rsidR="00215BAF" w:rsidRDefault="00215BAF" w:rsidP="00BF3F0A">
      <w:r>
        <w:continuationSeparator/>
      </w:r>
    </w:p>
    <w:p w14:paraId="4EA775CD" w14:textId="77777777" w:rsidR="00215BAF" w:rsidRDefault="00215B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F0F65" w14:textId="77777777" w:rsidR="00215BAF" w:rsidRDefault="00215BAF" w:rsidP="00BF3F0A">
      <w:r>
        <w:separator/>
      </w:r>
    </w:p>
    <w:p w14:paraId="508E3828" w14:textId="77777777" w:rsidR="00215BAF" w:rsidRDefault="00215BAF"/>
  </w:footnote>
  <w:footnote w:type="continuationSeparator" w:id="0">
    <w:p w14:paraId="4735D974" w14:textId="77777777" w:rsidR="00215BAF" w:rsidRDefault="00215BAF" w:rsidP="00BF3F0A">
      <w:r>
        <w:continuationSeparator/>
      </w:r>
    </w:p>
    <w:p w14:paraId="77E4238F" w14:textId="77777777" w:rsidR="00215BAF" w:rsidRDefault="00215B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0A27CA54" w:rsidR="009C2650" w:rsidRPr="007832BE" w:rsidRDefault="007832BE" w:rsidP="007832BE">
    <w:r w:rsidRPr="007832BE">
      <w:t>AHCLSC503 Manage a tree transplanting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C7CB6"/>
    <w:multiLevelType w:val="multilevel"/>
    <w:tmpl w:val="3790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C00C2D"/>
    <w:multiLevelType w:val="multilevel"/>
    <w:tmpl w:val="9C0E5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C011614"/>
    <w:multiLevelType w:val="multilevel"/>
    <w:tmpl w:val="5CB62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1D6569"/>
    <w:multiLevelType w:val="multilevel"/>
    <w:tmpl w:val="93B88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09E0640"/>
    <w:multiLevelType w:val="multilevel"/>
    <w:tmpl w:val="04A21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A00C90"/>
    <w:multiLevelType w:val="multilevel"/>
    <w:tmpl w:val="60C28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F0C6B6F"/>
    <w:multiLevelType w:val="multilevel"/>
    <w:tmpl w:val="875413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470540"/>
    <w:multiLevelType w:val="multilevel"/>
    <w:tmpl w:val="18467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545909"/>
    <w:multiLevelType w:val="multilevel"/>
    <w:tmpl w:val="E844FB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76F1669"/>
    <w:multiLevelType w:val="multilevel"/>
    <w:tmpl w:val="DBE43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FF433D"/>
    <w:multiLevelType w:val="multilevel"/>
    <w:tmpl w:val="9D2AD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C2D65D1"/>
    <w:multiLevelType w:val="multilevel"/>
    <w:tmpl w:val="7E62E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CB42090"/>
    <w:multiLevelType w:val="multilevel"/>
    <w:tmpl w:val="E22E80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FE225B3"/>
    <w:multiLevelType w:val="multilevel"/>
    <w:tmpl w:val="1082C0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806C01"/>
    <w:multiLevelType w:val="multilevel"/>
    <w:tmpl w:val="5EF44F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CF5911"/>
    <w:multiLevelType w:val="multilevel"/>
    <w:tmpl w:val="4F5A8C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0"/>
  </w:num>
  <w:num w:numId="3">
    <w:abstractNumId w:val="4"/>
  </w:num>
  <w:num w:numId="4">
    <w:abstractNumId w:val="45"/>
  </w:num>
  <w:num w:numId="5">
    <w:abstractNumId w:val="1"/>
  </w:num>
  <w:num w:numId="6">
    <w:abstractNumId w:val="23"/>
  </w:num>
  <w:num w:numId="7">
    <w:abstractNumId w:val="3"/>
  </w:num>
  <w:num w:numId="8">
    <w:abstractNumId w:val="0"/>
  </w:num>
  <w:num w:numId="9">
    <w:abstractNumId w:val="43"/>
  </w:num>
  <w:num w:numId="10">
    <w:abstractNumId w:val="29"/>
  </w:num>
  <w:num w:numId="11">
    <w:abstractNumId w:val="40"/>
  </w:num>
  <w:num w:numId="12">
    <w:abstractNumId w:val="32"/>
  </w:num>
  <w:num w:numId="13">
    <w:abstractNumId w:val="47"/>
  </w:num>
  <w:num w:numId="14">
    <w:abstractNumId w:val="7"/>
  </w:num>
  <w:num w:numId="15">
    <w:abstractNumId w:val="8"/>
  </w:num>
  <w:num w:numId="16">
    <w:abstractNumId w:val="48"/>
  </w:num>
  <w:num w:numId="17">
    <w:abstractNumId w:val="31"/>
  </w:num>
  <w:num w:numId="18">
    <w:abstractNumId w:val="5"/>
  </w:num>
  <w:num w:numId="19">
    <w:abstractNumId w:val="13"/>
  </w:num>
  <w:num w:numId="20">
    <w:abstractNumId w:val="2"/>
  </w:num>
  <w:num w:numId="21">
    <w:abstractNumId w:val="33"/>
  </w:num>
  <w:num w:numId="22">
    <w:abstractNumId w:val="34"/>
  </w:num>
  <w:num w:numId="23">
    <w:abstractNumId w:val="27"/>
  </w:num>
  <w:num w:numId="24">
    <w:abstractNumId w:val="42"/>
  </w:num>
  <w:num w:numId="25">
    <w:abstractNumId w:val="12"/>
  </w:num>
  <w:num w:numId="26">
    <w:abstractNumId w:val="46"/>
  </w:num>
  <w:num w:numId="27">
    <w:abstractNumId w:val="9"/>
  </w:num>
  <w:num w:numId="28">
    <w:abstractNumId w:val="22"/>
  </w:num>
  <w:num w:numId="29">
    <w:abstractNumId w:val="16"/>
  </w:num>
  <w:num w:numId="30">
    <w:abstractNumId w:val="49"/>
  </w:num>
  <w:num w:numId="31">
    <w:abstractNumId w:val="11"/>
  </w:num>
  <w:num w:numId="32">
    <w:abstractNumId w:val="20"/>
  </w:num>
  <w:num w:numId="33">
    <w:abstractNumId w:val="24"/>
  </w:num>
  <w:num w:numId="34">
    <w:abstractNumId w:val="15"/>
  </w:num>
  <w:num w:numId="35">
    <w:abstractNumId w:val="6"/>
  </w:num>
  <w:num w:numId="36">
    <w:abstractNumId w:val="28"/>
  </w:num>
  <w:num w:numId="37">
    <w:abstractNumId w:val="14"/>
  </w:num>
  <w:num w:numId="38">
    <w:abstractNumId w:val="35"/>
  </w:num>
  <w:num w:numId="39">
    <w:abstractNumId w:val="19"/>
  </w:num>
  <w:num w:numId="40">
    <w:abstractNumId w:val="21"/>
  </w:num>
  <w:num w:numId="41">
    <w:abstractNumId w:val="39"/>
  </w:num>
  <w:num w:numId="42">
    <w:abstractNumId w:val="41"/>
  </w:num>
  <w:num w:numId="43">
    <w:abstractNumId w:val="18"/>
  </w:num>
  <w:num w:numId="44">
    <w:abstractNumId w:val="17"/>
  </w:num>
  <w:num w:numId="45">
    <w:abstractNumId w:val="26"/>
  </w:num>
  <w:num w:numId="46">
    <w:abstractNumId w:val="37"/>
  </w:num>
  <w:num w:numId="47">
    <w:abstractNumId w:val="44"/>
  </w:num>
  <w:num w:numId="48">
    <w:abstractNumId w:val="38"/>
  </w:num>
  <w:num w:numId="49">
    <w:abstractNumId w:val="30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1C18"/>
    <w:rsid w:val="001A2301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15BAF"/>
    <w:rsid w:val="00223124"/>
    <w:rsid w:val="00232D1F"/>
    <w:rsid w:val="00233143"/>
    <w:rsid w:val="00234444"/>
    <w:rsid w:val="00242293"/>
    <w:rsid w:val="00242344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D88"/>
    <w:rsid w:val="002E170C"/>
    <w:rsid w:val="002E193E"/>
    <w:rsid w:val="00305EFF"/>
    <w:rsid w:val="00310A6A"/>
    <w:rsid w:val="00311199"/>
    <w:rsid w:val="003144E6"/>
    <w:rsid w:val="00337E82"/>
    <w:rsid w:val="00346FDC"/>
    <w:rsid w:val="00350BB1"/>
    <w:rsid w:val="00352C83"/>
    <w:rsid w:val="00365EA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793F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4046"/>
    <w:rsid w:val="00474798"/>
    <w:rsid w:val="00475172"/>
    <w:rsid w:val="004758B0"/>
    <w:rsid w:val="00482E2E"/>
    <w:rsid w:val="004832D2"/>
    <w:rsid w:val="00485559"/>
    <w:rsid w:val="0048603E"/>
    <w:rsid w:val="0049037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A1305"/>
    <w:rsid w:val="005A1D70"/>
    <w:rsid w:val="005A3AA5"/>
    <w:rsid w:val="005A6C9C"/>
    <w:rsid w:val="005A74DC"/>
    <w:rsid w:val="005B5146"/>
    <w:rsid w:val="005D1AFD"/>
    <w:rsid w:val="005E385B"/>
    <w:rsid w:val="005E51E6"/>
    <w:rsid w:val="005E5BFF"/>
    <w:rsid w:val="005F027A"/>
    <w:rsid w:val="005F33CC"/>
    <w:rsid w:val="005F771F"/>
    <w:rsid w:val="005F7B91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79FD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4308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2BE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73A"/>
    <w:rsid w:val="00817D51"/>
    <w:rsid w:val="00823530"/>
    <w:rsid w:val="00823FF4"/>
    <w:rsid w:val="00830267"/>
    <w:rsid w:val="008306E7"/>
    <w:rsid w:val="008322BE"/>
    <w:rsid w:val="008323ED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16077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1BDB"/>
    <w:rsid w:val="00B3508F"/>
    <w:rsid w:val="00B443EE"/>
    <w:rsid w:val="00B560C8"/>
    <w:rsid w:val="00B5769D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3542"/>
    <w:rsid w:val="00BC5075"/>
    <w:rsid w:val="00BC5419"/>
    <w:rsid w:val="00BD3B0F"/>
    <w:rsid w:val="00BD40A8"/>
    <w:rsid w:val="00BE5889"/>
    <w:rsid w:val="00BF1D4C"/>
    <w:rsid w:val="00BF3F0A"/>
    <w:rsid w:val="00C05B9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B5A"/>
    <w:rsid w:val="00C778F0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1875"/>
    <w:rsid w:val="00D32124"/>
    <w:rsid w:val="00D409D3"/>
    <w:rsid w:val="00D54C76"/>
    <w:rsid w:val="00D632BB"/>
    <w:rsid w:val="00D71AB7"/>
    <w:rsid w:val="00D71E43"/>
    <w:rsid w:val="00D727F3"/>
    <w:rsid w:val="00D73695"/>
    <w:rsid w:val="00D7587B"/>
    <w:rsid w:val="00D810DE"/>
    <w:rsid w:val="00D87D32"/>
    <w:rsid w:val="00D91188"/>
    <w:rsid w:val="00D92C83"/>
    <w:rsid w:val="00DA0A81"/>
    <w:rsid w:val="00DA29AB"/>
    <w:rsid w:val="00DA3C10"/>
    <w:rsid w:val="00DA50A8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3794D"/>
    <w:rsid w:val="00E40225"/>
    <w:rsid w:val="00E43468"/>
    <w:rsid w:val="00E501F0"/>
    <w:rsid w:val="00E60F5B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1DC8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7EBF29-381C-4C0B-9502-088B1317A1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6c62f6-5287-445c-95c2-5bb291441dd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D5FDCC4-895A-4BA3-94B3-51736C1819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216</TotalTime>
  <Pages>5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39</cp:revision>
  <cp:lastPrinted>2016-05-27T05:21:00Z</cp:lastPrinted>
  <dcterms:created xsi:type="dcterms:W3CDTF">2020-08-25T06:08:00Z</dcterms:created>
  <dcterms:modified xsi:type="dcterms:W3CDTF">2021-06-08T06:33:00Z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